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06F" w:rsidRPr="00871F7E" w:rsidRDefault="00871F7E" w:rsidP="00871F7E">
      <w:pPr>
        <w:pStyle w:val="IntenseQuote"/>
        <w:jc w:val="center"/>
        <w:rPr>
          <w:sz w:val="96"/>
          <w:szCs w:val="96"/>
        </w:rPr>
      </w:pPr>
      <w:r w:rsidRPr="00871F7E">
        <w:rPr>
          <w:sz w:val="96"/>
          <w:szCs w:val="96"/>
        </w:rPr>
        <w:t xml:space="preserve">Lab </w:t>
      </w:r>
      <w:r w:rsidR="008E5E3F">
        <w:rPr>
          <w:sz w:val="96"/>
          <w:szCs w:val="96"/>
        </w:rPr>
        <w:t>#</w:t>
      </w:r>
      <w:r w:rsidR="00A13429">
        <w:rPr>
          <w:sz w:val="96"/>
          <w:szCs w:val="96"/>
        </w:rPr>
        <w:t>5</w:t>
      </w:r>
    </w:p>
    <w:p w:rsidR="00871F7E" w:rsidRDefault="00A13429" w:rsidP="00871F7E">
      <w:pPr>
        <w:jc w:val="center"/>
        <w:rPr>
          <w:sz w:val="96"/>
          <w:szCs w:val="96"/>
        </w:rPr>
      </w:pPr>
      <w:r>
        <w:rPr>
          <w:sz w:val="96"/>
          <w:szCs w:val="96"/>
        </w:rPr>
        <w:t>File Server</w:t>
      </w:r>
    </w:p>
    <w:p w:rsidR="008E5E3F" w:rsidRDefault="00E336E4" w:rsidP="00871F7E">
      <w:pPr>
        <w:jc w:val="center"/>
        <w:rPr>
          <w:i/>
          <w:sz w:val="96"/>
          <w:szCs w:val="96"/>
        </w:rPr>
      </w:pPr>
      <w:r w:rsidRPr="00E336E4">
        <w:rPr>
          <w:noProof/>
        </w:rPr>
        <w:pict>
          <v:shape id="tower" o:spid="_x0000_s2050" style="position:absolute;left:0;text-align:left;margin-left:267.65pt;margin-top:9.75pt;width:71.25pt;height:142.5pt;z-index:251658240" coordsize="21600,21600" o:spt="100" adj="-11796480,,5400" path="m,2184l6664,r4136,l21600,r,11649l21600,19416r-6434,2184l10570,21600,,21600,,11528,,2184xem,2184r,l14706,2184,21600,m,2184r14706,l14706,5339r,12135l14706,21600m1149,3034r12179,l13328,3519r-12179,l1149,3034t,1456l13328,4490r,364l1149,4854r,-364m1149,5946r12179,l13328,6310r-12179,l1149,5946e" fillcolor="#ffc">
            <v:stroke joinstyle="miter"/>
            <v:formulas/>
            <v:path o:extrusionok="f" o:connecttype="custom" o:connectlocs="0,2184;6664,0;10800,0;21600,0;21600,11649;21600,19416;15166,21600;10570,21600;0,21600;0,11528" textboxrect="459,22540,21485,27000"/>
            <o:lock v:ext="edit" verticies="t"/>
          </v:shape>
        </w:pict>
      </w:r>
      <w:r w:rsidRPr="00E336E4">
        <w:rPr>
          <w:noProof/>
        </w:rPr>
        <w:pict>
          <v:shape id="monitor" o:spid="_x0000_s2051" style="position:absolute;left:0;text-align:left;margin-left:92.65pt;margin-top:19.45pt;width:142.5pt;height:142.5pt;z-index:251659264" coordsize="21600,21600" o:spt="100" adj="-11796480,,5400" path="m6837,21600l3108,19849r,-2190l,15178,,10508,,3941,8081,1168r2641,437l12587,1751,17871,r3729,1751l21600,10508r,5838l10722,20286,6837,21600xem3108,5254l2642,4962,777,4232,155,3941m6837,7005l6216,6714,3885,5546,3108,5254t16627,9341l19735,4816,9790,8319r,9924l19735,14595m3108,17659r,-12405l12742,1751t8858,l6837,7005r,14595e" fillcolor="#ffc">
            <v:stroke joinstyle="miter"/>
            <v:formulas/>
            <v:path o:extrusionok="f" o:connecttype="custom" o:connectlocs="6837,21600;3108,19849;0,15178;0,10508;0,3941;8081,1168;17871,0;21600,1751;21600,10508;21600,16346;10722,20286" textboxrect="1204,22548,20706,28386"/>
            <o:lock v:ext="edit" verticies="t"/>
          </v:shape>
        </w:pict>
      </w:r>
    </w:p>
    <w:p w:rsidR="00871F7E" w:rsidRDefault="00871F7E" w:rsidP="008B7CBB">
      <w:pPr>
        <w:jc w:val="center"/>
        <w:rPr>
          <w:noProof/>
        </w:rPr>
      </w:pPr>
    </w:p>
    <w:p w:rsidR="008E5E3F" w:rsidRDefault="008E5E3F" w:rsidP="008B7CBB">
      <w:pPr>
        <w:jc w:val="center"/>
        <w:rPr>
          <w:noProof/>
        </w:rPr>
      </w:pPr>
    </w:p>
    <w:p w:rsidR="00371F23" w:rsidRDefault="00371F23" w:rsidP="00871F7E">
      <w:pPr>
        <w:jc w:val="center"/>
        <w:rPr>
          <w:noProof/>
        </w:rPr>
      </w:pPr>
    </w:p>
    <w:p w:rsidR="00371F23" w:rsidRDefault="00371F23" w:rsidP="008B7CBB">
      <w:pPr>
        <w:jc w:val="center"/>
        <w:rPr>
          <w:noProof/>
        </w:rPr>
      </w:pPr>
    </w:p>
    <w:p w:rsidR="008E5E3F" w:rsidRDefault="008E5E3F" w:rsidP="008E5E3F">
      <w:pPr>
        <w:rPr>
          <w:noProof/>
          <w:sz w:val="36"/>
          <w:szCs w:val="36"/>
        </w:rPr>
      </w:pPr>
    </w:p>
    <w:p w:rsidR="008E5E3F" w:rsidRDefault="008E5E3F" w:rsidP="008E5E3F">
      <w:pPr>
        <w:rPr>
          <w:noProof/>
          <w:sz w:val="36"/>
          <w:szCs w:val="36"/>
        </w:rPr>
      </w:pPr>
    </w:p>
    <w:p w:rsidR="000A7EFA" w:rsidRDefault="000A7EFA" w:rsidP="00871F7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As a network administrator for Lucerne Publishing, your CIO has tasked you with creating a file management scheme. The solution needs to ensure that users are protected from corrupt files on their local drives. These files also need to be easily accessed from a centralized location. Storage space on the server is running low from many non-work related files. Ensure all files and folders have fault tolerance. Ensure that users can retrieve files that have been accidentally deleted.</w:t>
      </w:r>
    </w:p>
    <w:p w:rsidR="00871F7E" w:rsidRDefault="00871F7E" w:rsidP="00871F7E">
      <w:pPr>
        <w:rPr>
          <w:rFonts w:ascii="Arial Black" w:hAnsi="Arial Black"/>
          <w:b/>
          <w:i/>
          <w:sz w:val="40"/>
          <w:szCs w:val="40"/>
          <w:u w:val="single"/>
        </w:rPr>
      </w:pPr>
      <w:r w:rsidRPr="00871F7E">
        <w:rPr>
          <w:rFonts w:ascii="Arial Black" w:hAnsi="Arial Black"/>
          <w:b/>
          <w:i/>
          <w:sz w:val="40"/>
          <w:szCs w:val="40"/>
          <w:u w:val="single"/>
        </w:rPr>
        <w:t>Task at hand</w:t>
      </w:r>
      <w:r w:rsidR="00371F23">
        <w:rPr>
          <w:rFonts w:ascii="Arial Black" w:hAnsi="Arial Black"/>
          <w:b/>
          <w:i/>
          <w:sz w:val="40"/>
          <w:szCs w:val="40"/>
          <w:u w:val="single"/>
        </w:rPr>
        <w:t xml:space="preserve">: </w:t>
      </w:r>
    </w:p>
    <w:p w:rsidR="00E61742" w:rsidRDefault="00E61742" w:rsidP="00E61742">
      <w:pPr>
        <w:rPr>
          <w:sz w:val="28"/>
          <w:szCs w:val="28"/>
        </w:rPr>
      </w:pPr>
      <w:r>
        <w:rPr>
          <w:sz w:val="28"/>
          <w:szCs w:val="28"/>
        </w:rPr>
        <w:t>Here is YOUR first assignment. Remember I need this ASAP. Dont forget to Document... Document...Document</w:t>
      </w:r>
      <w:r w:rsidR="005D0FA5">
        <w:rPr>
          <w:sz w:val="28"/>
          <w:szCs w:val="28"/>
        </w:rPr>
        <w:t xml:space="preserve"> </w:t>
      </w:r>
    </w:p>
    <w:p w:rsidR="005D0FA5" w:rsidRPr="00E61742" w:rsidRDefault="00A13429" w:rsidP="00E6174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Configure Folder Redirection</w:t>
      </w:r>
    </w:p>
    <w:p w:rsidR="00A454BD" w:rsidRPr="00A454BD" w:rsidRDefault="00A13429" w:rsidP="005D0FA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Implement a File Server</w:t>
      </w:r>
    </w:p>
    <w:p w:rsidR="00A454BD" w:rsidRPr="00A454BD" w:rsidRDefault="00A13429" w:rsidP="00A454BD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>
        <w:rPr>
          <w:sz w:val="28"/>
          <w:szCs w:val="28"/>
        </w:rPr>
        <w:t>Configure and Implement Disk Quotas</w:t>
      </w:r>
    </w:p>
    <w:p w:rsidR="00A454BD" w:rsidRDefault="00A13429" w:rsidP="005D0FA5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>
        <w:rPr>
          <w:sz w:val="28"/>
          <w:szCs w:val="28"/>
        </w:rPr>
        <w:t>Devise a Backup Scheme</w:t>
      </w:r>
    </w:p>
    <w:p w:rsidR="00A13429" w:rsidRPr="00A13429" w:rsidRDefault="00A13429" w:rsidP="00A13429">
      <w:pPr>
        <w:pStyle w:val="ListParagraph"/>
        <w:numPr>
          <w:ilvl w:val="0"/>
          <w:numId w:val="1"/>
        </w:numPr>
      </w:pPr>
      <w:r w:rsidRPr="00A13429">
        <w:rPr>
          <w:sz w:val="28"/>
          <w:szCs w:val="28"/>
        </w:rPr>
        <w:t>Configure Shadow Copies</w:t>
      </w:r>
    </w:p>
    <w:p w:rsidR="00A13429" w:rsidRPr="00A13429" w:rsidRDefault="00A13429" w:rsidP="00A13429"/>
    <w:p w:rsidR="004B3AE4" w:rsidRDefault="004B3AE4" w:rsidP="00A13429">
      <w:pPr>
        <w:pStyle w:val="Heading1"/>
      </w:pPr>
      <w:r>
        <w:t>Notes</w:t>
      </w:r>
    </w:p>
    <w:p w:rsidR="004B3AE4" w:rsidRPr="00871F7E" w:rsidRDefault="004B3AE4" w:rsidP="004B3AE4">
      <w:pPr>
        <w:pStyle w:val="BodyText"/>
        <w:rPr>
          <w:rFonts w:ascii="Arial Black" w:hAnsi="Arial Black"/>
          <w:b/>
          <w:i/>
          <w:sz w:val="40"/>
          <w:szCs w:val="40"/>
          <w:u w:val="single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1342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B3AE4" w:rsidRPr="00871F7E" w:rsidSect="00D1106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B65" w:rsidRDefault="008A6B65" w:rsidP="00871F7E">
      <w:pPr>
        <w:spacing w:after="0" w:line="240" w:lineRule="auto"/>
      </w:pPr>
      <w:r>
        <w:separator/>
      </w:r>
    </w:p>
  </w:endnote>
  <w:endnote w:type="continuationSeparator" w:id="0">
    <w:p w:rsidR="008A6B65" w:rsidRDefault="008A6B65" w:rsidP="00871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3426269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371F23" w:rsidRDefault="00371F23">
            <w:pPr>
              <w:pStyle w:val="Footer"/>
              <w:jc w:val="center"/>
            </w:pPr>
            <w:r>
              <w:t xml:space="preserve">Page </w:t>
            </w:r>
            <w:r w:rsidR="00E336E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E336E4">
              <w:rPr>
                <w:b/>
                <w:sz w:val="24"/>
                <w:szCs w:val="24"/>
              </w:rPr>
              <w:fldChar w:fldCharType="separate"/>
            </w:r>
            <w:r w:rsidR="000A7EFA">
              <w:rPr>
                <w:b/>
                <w:noProof/>
              </w:rPr>
              <w:t>2</w:t>
            </w:r>
            <w:r w:rsidR="00E336E4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E336E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E336E4">
              <w:rPr>
                <w:b/>
                <w:sz w:val="24"/>
                <w:szCs w:val="24"/>
              </w:rPr>
              <w:fldChar w:fldCharType="separate"/>
            </w:r>
            <w:r w:rsidR="000A7EFA">
              <w:rPr>
                <w:b/>
                <w:noProof/>
              </w:rPr>
              <w:t>3</w:t>
            </w:r>
            <w:r w:rsidR="00E336E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71F23" w:rsidRDefault="00371F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B65" w:rsidRDefault="008A6B65" w:rsidP="00871F7E">
      <w:pPr>
        <w:spacing w:after="0" w:line="240" w:lineRule="auto"/>
      </w:pPr>
      <w:r>
        <w:separator/>
      </w:r>
    </w:p>
  </w:footnote>
  <w:footnote w:type="continuationSeparator" w:id="0">
    <w:p w:rsidR="008A6B65" w:rsidRDefault="008A6B65" w:rsidP="00871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F7E" w:rsidRDefault="00E336E4">
    <w:pPr>
      <w:pStyle w:val="Header"/>
    </w:pPr>
    <w:r>
      <w:rPr>
        <w:noProof/>
      </w:rPr>
      <w:pict>
        <v:rect id="_x0000_s1027" style="position:absolute;margin-left:473.9pt;margin-top:0;width:121.75pt;height:36pt;z-index:251662336;mso-position-horizontal-relative:page;mso-position-vertical:center;mso-position-vertical-relative:top-margin-area;v-text-anchor:middle" o:regroupid="1" fillcolor="#92cddc [1944]" strokecolor="#4bacc6 [3208]" strokeweight="1pt">
          <v:fill color2="#4bacc6 [3208]" focus="50%" type="gradient"/>
          <v:shadow on="t" type="perspective" color="#205867 [1608]" offset="1pt" offset2="-3pt"/>
          <v:textbox style="mso-next-textbox:#_x0000_s1027">
            <w:txbxContent>
              <w:p w:rsidR="00871F7E" w:rsidRDefault="00871F7E">
                <w:pPr>
                  <w:pStyle w:val="Header"/>
                  <w:rPr>
                    <w:color w:val="FFFFFF" w:themeColor="background1"/>
                    <w:sz w:val="36"/>
                    <w:szCs w:val="36"/>
                  </w:rPr>
                </w:pPr>
                <w:r>
                  <w:rPr>
                    <w:color w:val="FFFFFF" w:themeColor="background1"/>
                    <w:sz w:val="36"/>
                    <w:szCs w:val="36"/>
                  </w:rPr>
                  <w:t xml:space="preserve">ITNW </w:t>
                </w:r>
                <w:r w:rsidR="007A3B54">
                  <w:rPr>
                    <w:color w:val="FFFFFF" w:themeColor="background1"/>
                    <w:sz w:val="36"/>
                    <w:szCs w:val="36"/>
                  </w:rPr>
                  <w:t>70</w:t>
                </w:r>
                <w:r>
                  <w:rPr>
                    <w:color w:val="FFFFFF" w:themeColor="background1"/>
                    <w:sz w:val="36"/>
                    <w:szCs w:val="36"/>
                  </w:rPr>
                  <w:t>-642</w:t>
                </w:r>
              </w:p>
            </w:txbxContent>
          </v:textbox>
          <w10:wrap anchorx="page"/>
        </v:rect>
      </w:pict>
    </w:r>
    <w:r>
      <w:rPr>
        <w:noProof/>
      </w:rPr>
      <w:pict>
        <v:rect id="_x0000_s1026" style="position:absolute;margin-left:19.8pt;margin-top:0;width:454.1pt;height:36pt;z-index:251661312;mso-position-horizontal-relative:page;mso-position-vertical:center;mso-position-vertical-relative:top-margin-area;v-text-anchor:middle" o:regroupid="1" fillcolor="black [3200]" strokecolor="#f2f2f2 [3041]" strokeweight="3pt">
          <v:shadow on="t" type="perspective" color="#7f7f7f [1601]" opacity=".5" offset="1pt" offset2="-1pt"/>
          <v:textbox style="mso-next-textbox:#_x0000_s1026">
            <w:txbxContent>
              <w:sdt>
                <w:sdtPr>
                  <w:rPr>
                    <w:color w:val="FFFFFF" w:themeColor="background1"/>
                    <w:sz w:val="28"/>
                    <w:szCs w:val="28"/>
                  </w:rPr>
                  <w:alias w:val="Title"/>
                  <w:id w:val="538682326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871F7E" w:rsidRDefault="00871F7E">
                    <w:pPr>
                      <w:pStyle w:val="Head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 xml:space="preserve">Lab </w:t>
                    </w:r>
                    <w:r w:rsidR="007A3B54">
                      <w:rPr>
                        <w:color w:val="FFFFFF" w:themeColor="background1"/>
                        <w:sz w:val="28"/>
                        <w:szCs w:val="28"/>
                      </w:rPr>
                      <w:t>#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 xml:space="preserve">- </w:t>
                    </w:r>
                    <w:r w:rsidR="007A3B54">
                      <w:rPr>
                        <w:color w:val="FFFFFF" w:themeColor="background1"/>
                        <w:sz w:val="28"/>
                        <w:szCs w:val="28"/>
                      </w:rPr>
                      <w:t xml:space="preserve">Type in Lab Name </w:t>
                    </w:r>
                  </w:p>
                </w:sdtContent>
              </w:sdt>
            </w:txbxContent>
          </v:textbox>
          <w10:wrap anchorx="page"/>
        </v:rect>
      </w:pict>
    </w:r>
    <w:r>
      <w:rPr>
        <w:noProof/>
      </w:rPr>
      <w:pict>
        <v:rect id="_x0000_s1028" style="position:absolute;margin-left:0;margin-top:0;width:580.4pt;height:41.75pt;z-index:251663360;mso-width-percent:950;mso-position-horizontal:center;mso-position-horizontal-relative:page;mso-position-vertical:center;mso-position-vertical-relative:top-margin-area;mso-width-percent:950" o:regroupid="1" filled="f" strokeweight="1pt">
          <w10:wrap anchorx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3325C"/>
    <w:multiLevelType w:val="hybridMultilevel"/>
    <w:tmpl w:val="04544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attachedTemplate r:id="rId1"/>
  <w:defaultTabStop w:val="720"/>
  <w:characterSpacingControl w:val="doNotCompress"/>
  <w:hdrShapeDefaults>
    <o:shapedefaults v:ext="edit" spidmax="8194"/>
    <o:shapelayout v:ext="edit">
      <o:idmap v:ext="edit" data="1"/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775740"/>
    <w:rsid w:val="000A7EFA"/>
    <w:rsid w:val="001973FB"/>
    <w:rsid w:val="00371F23"/>
    <w:rsid w:val="004B3AE4"/>
    <w:rsid w:val="005271B1"/>
    <w:rsid w:val="005D0FA5"/>
    <w:rsid w:val="00773D24"/>
    <w:rsid w:val="00775740"/>
    <w:rsid w:val="007A3B54"/>
    <w:rsid w:val="008443A8"/>
    <w:rsid w:val="00871F7E"/>
    <w:rsid w:val="008A6B65"/>
    <w:rsid w:val="008B7CBB"/>
    <w:rsid w:val="008E5E3F"/>
    <w:rsid w:val="00977297"/>
    <w:rsid w:val="00A13429"/>
    <w:rsid w:val="00A454BD"/>
    <w:rsid w:val="00CE2B90"/>
    <w:rsid w:val="00D1106F"/>
    <w:rsid w:val="00E336E4"/>
    <w:rsid w:val="00E61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06F"/>
  </w:style>
  <w:style w:type="paragraph" w:styleId="Heading1">
    <w:name w:val="heading 1"/>
    <w:basedOn w:val="Normal"/>
    <w:next w:val="BodyText"/>
    <w:link w:val="Heading1Char"/>
    <w:qFormat/>
    <w:rsid w:val="004B3AE4"/>
    <w:pPr>
      <w:keepNext/>
      <w:keepLines/>
      <w:pBdr>
        <w:top w:val="single" w:sz="6" w:space="6" w:color="808080"/>
        <w:bottom w:val="single" w:sz="6" w:space="6" w:color="808080"/>
      </w:pBdr>
      <w:shd w:val="clear" w:color="auto" w:fill="808080"/>
      <w:spacing w:after="240" w:line="240" w:lineRule="atLeast"/>
      <w:jc w:val="center"/>
      <w:outlineLvl w:val="0"/>
    </w:pPr>
    <w:rPr>
      <w:rFonts w:ascii="Garamond" w:eastAsia="Times New Roman" w:hAnsi="Garamond" w:cs="Times New Roman"/>
      <w:b/>
      <w:caps/>
      <w:color w:val="FFFFFF"/>
      <w:spacing w:val="20"/>
      <w:kern w:val="16"/>
      <w:sz w:val="24"/>
      <w:szCs w:val="20"/>
    </w:rPr>
  </w:style>
  <w:style w:type="paragraph" w:styleId="Heading2">
    <w:name w:val="heading 2"/>
    <w:basedOn w:val="Normal"/>
    <w:next w:val="BodyText"/>
    <w:link w:val="Heading2Char"/>
    <w:qFormat/>
    <w:rsid w:val="004B3AE4"/>
    <w:pPr>
      <w:keepNext/>
      <w:keepLines/>
      <w:spacing w:after="180" w:line="240" w:lineRule="atLeast"/>
      <w:outlineLvl w:val="1"/>
    </w:pPr>
    <w:rPr>
      <w:rFonts w:ascii="Garamond" w:eastAsia="Times New Roman" w:hAnsi="Garamond" w:cs="Times New Roman"/>
      <w:b/>
      <w:caps/>
      <w:spacing w:val="10"/>
      <w:kern w:val="2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1F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1F7E"/>
  </w:style>
  <w:style w:type="paragraph" w:styleId="Footer">
    <w:name w:val="footer"/>
    <w:basedOn w:val="Normal"/>
    <w:link w:val="FooterChar"/>
    <w:uiPriority w:val="99"/>
    <w:unhideWhenUsed/>
    <w:rsid w:val="00871F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1F7E"/>
  </w:style>
  <w:style w:type="paragraph" w:styleId="BalloonText">
    <w:name w:val="Balloon Text"/>
    <w:basedOn w:val="Normal"/>
    <w:link w:val="BalloonTextChar"/>
    <w:uiPriority w:val="99"/>
    <w:semiHidden/>
    <w:unhideWhenUsed/>
    <w:rsid w:val="00871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F7E"/>
    <w:rPr>
      <w:rFonts w:ascii="Tahoma" w:hAnsi="Tahoma" w:cs="Tahoma"/>
      <w:sz w:val="16"/>
      <w:szCs w:val="1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1F7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1F7E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371F2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D0FA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4B3AE4"/>
    <w:rPr>
      <w:rFonts w:ascii="Garamond" w:eastAsia="Times New Roman" w:hAnsi="Garamond" w:cs="Times New Roman"/>
      <w:b/>
      <w:caps/>
      <w:color w:val="FFFFFF"/>
      <w:spacing w:val="20"/>
      <w:kern w:val="16"/>
      <w:sz w:val="24"/>
      <w:szCs w:val="20"/>
      <w:shd w:val="clear" w:color="auto" w:fill="808080"/>
    </w:rPr>
  </w:style>
  <w:style w:type="character" w:customStyle="1" w:styleId="Heading2Char">
    <w:name w:val="Heading 2 Char"/>
    <w:basedOn w:val="DefaultParagraphFont"/>
    <w:link w:val="Heading2"/>
    <w:rsid w:val="004B3AE4"/>
    <w:rPr>
      <w:rFonts w:ascii="Garamond" w:eastAsia="Times New Roman" w:hAnsi="Garamond" w:cs="Times New Roman"/>
      <w:b/>
      <w:caps/>
      <w:spacing w:val="10"/>
      <w:kern w:val="20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4B3AE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B3A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chool%20Spring%2010\70-642-%20Lab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2590C-2DB3-4994-B968-F744E9A54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70-642- Labs</Template>
  <TotalTime>9</TotalTime>
  <Pages>1</Pages>
  <Words>1029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1- Installing Windows  Server 2008</vt:lpstr>
    </vt:vector>
  </TitlesOfParts>
  <Company>Lamar Institute of Technology</Company>
  <LinksUpToDate>false</LinksUpToDate>
  <CharactersWithSpaces>6886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#- Type in Lab Name </dc:title>
  <dc:subject/>
  <dc:creator>steven.ly</dc:creator>
  <cp:keywords/>
  <dc:description/>
  <cp:lastModifiedBy>steven.ly</cp:lastModifiedBy>
  <cp:revision>3</cp:revision>
  <dcterms:created xsi:type="dcterms:W3CDTF">2010-05-03T15:29:00Z</dcterms:created>
  <dcterms:modified xsi:type="dcterms:W3CDTF">2010-05-03T15:44:00Z</dcterms:modified>
</cp:coreProperties>
</file>